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18E1" w:rsidR="003C15C5" w:rsidP="003C15C5" w:rsidRDefault="00997F14" w14:paraId="5D9AA91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F218E1" w:rsidR="003C15C5">
        <w:rPr>
          <w:rFonts w:ascii="Corbel" w:hAnsi="Corbel"/>
          <w:bCs/>
          <w:i/>
        </w:rPr>
        <w:t>Załącznik nr 1.5 do Zarządzenia Rektora UR  nr 12/2019</w:t>
      </w:r>
    </w:p>
    <w:p w:rsidRPr="00F218E1" w:rsidR="003C15C5" w:rsidP="003C15C5" w:rsidRDefault="003C15C5" w14:paraId="1155C9E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>SYLABUS</w:t>
      </w:r>
    </w:p>
    <w:p w:rsidRPr="00F218E1" w:rsidR="003C15C5" w:rsidP="003C15C5" w:rsidRDefault="003C15C5" w14:paraId="2330322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218E1">
        <w:rPr>
          <w:rFonts w:ascii="Corbel" w:hAnsi="Corbel"/>
          <w:i/>
          <w:smallCaps/>
          <w:sz w:val="24"/>
          <w:szCs w:val="24"/>
        </w:rPr>
        <w:t>2022/2023 – 2023/2024</w:t>
      </w:r>
      <w:r w:rsidRPr="00F218E1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218E1" w:rsidR="003C15C5" w:rsidP="003C15C5" w:rsidRDefault="003C15C5" w14:paraId="0B01170E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218E1">
        <w:rPr>
          <w:rFonts w:ascii="Corbel" w:hAnsi="Corbel"/>
          <w:sz w:val="24"/>
          <w:szCs w:val="24"/>
        </w:rPr>
        <w:t>)</w:t>
      </w:r>
    </w:p>
    <w:p w:rsidRPr="00F218E1" w:rsidR="003C15C5" w:rsidP="003C15C5" w:rsidRDefault="003C15C5" w14:paraId="43DE247D" w14:textId="7235B28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>Rok akademicki  202</w:t>
      </w:r>
      <w:r w:rsidR="00205CF7">
        <w:rPr>
          <w:rFonts w:ascii="Corbel" w:hAnsi="Corbel"/>
          <w:sz w:val="24"/>
          <w:szCs w:val="24"/>
        </w:rPr>
        <w:t>3</w:t>
      </w:r>
      <w:r w:rsidRPr="00F218E1">
        <w:rPr>
          <w:rFonts w:ascii="Corbel" w:hAnsi="Corbel"/>
          <w:sz w:val="24"/>
          <w:szCs w:val="24"/>
        </w:rPr>
        <w:t>/202</w:t>
      </w:r>
      <w:r w:rsidR="00205CF7">
        <w:rPr>
          <w:rFonts w:ascii="Corbel" w:hAnsi="Corbel"/>
          <w:sz w:val="24"/>
          <w:szCs w:val="24"/>
        </w:rPr>
        <w:t>4</w:t>
      </w:r>
    </w:p>
    <w:p w:rsidR="003C15C5" w:rsidP="009C54AE" w:rsidRDefault="003C15C5" w14:paraId="3C2AB6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4D9FF76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B8B5822" w14:paraId="32939E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E3A9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05CF7" w:rsidR="0085747A" w:rsidP="5B8B5822" w:rsidRDefault="00A8473D" w14:paraId="14DB0D22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B8B5822" w:rsidR="00A8473D">
              <w:rPr>
                <w:rFonts w:ascii="Corbel" w:hAnsi="Corbel"/>
                <w:b w:val="1"/>
                <w:bCs w:val="1"/>
                <w:sz w:val="24"/>
                <w:szCs w:val="24"/>
              </w:rPr>
              <w:t>Prawo karne wojskowe</w:t>
            </w:r>
          </w:p>
        </w:tc>
      </w:tr>
      <w:tr w:rsidRPr="009C54AE" w:rsidR="0085747A" w:rsidTr="5B8B5822" w14:paraId="585258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4271E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8473D" w14:paraId="4BDC2A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A2SO29</w:t>
            </w:r>
          </w:p>
        </w:tc>
      </w:tr>
      <w:tr w:rsidRPr="009C54AE" w:rsidR="0085747A" w:rsidTr="5B8B5822" w14:paraId="6BB0F527" w14:textId="77777777">
        <w:tc>
          <w:tcPr>
            <w:tcW w:w="2694" w:type="dxa"/>
            <w:tcMar/>
            <w:vAlign w:val="center"/>
          </w:tcPr>
          <w:p w:rsidRPr="009C54AE" w:rsidR="0085747A" w:rsidP="00EA4832" w:rsidRDefault="00984750" w14:paraId="6A11667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B8B5822" w:rsidRDefault="00FC3FAF" w14:paraId="3895F3A6" w14:textId="5B2CF8C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B8B5822" w:rsidR="00FC3FAF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Kolegium Nauk Społecznych</w:t>
            </w:r>
            <w:r w:rsidRPr="5B8B5822" w:rsidR="00205CF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,</w:t>
            </w:r>
            <w:r w:rsidRPr="5B8B5822" w:rsidR="003C15C5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85747A" w:rsidTr="5B8B5822" w14:paraId="5759C8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B9CE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B8B5822" w:rsidRDefault="00984750" w14:paraId="393F9592" w14:textId="6370B10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B8B5822" w:rsidR="6613D703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Instytut Nauk Prawnych</w:t>
            </w:r>
            <w:r w:rsidRPr="5B8B5822" w:rsidR="6613D70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B8B5822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</w:t>
            </w:r>
            <w:r w:rsidRPr="5B8B5822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>Prawa</w:t>
            </w:r>
            <w:r w:rsidRPr="5B8B5822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Karnego</w:t>
            </w:r>
            <w:r w:rsidRPr="5B8B5822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Procesowego</w:t>
            </w:r>
            <w:r w:rsidRPr="5B8B5822" w:rsidR="00D91A1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B8B5822" w14:paraId="38D91B1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7539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6E2C69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B8B5822" w14:paraId="296529D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BF0F9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18A5" w14:paraId="66B0D8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5B8B5822" w14:paraId="4EC370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0279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5EF3EC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B8B5822" w14:paraId="070C00F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B5BA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7A65" w14:paraId="68B872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03BF" w:rsidR="0098475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B8B5822" w14:paraId="48D8E7B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8D02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B8B5822" w:rsidRDefault="00984750" w14:paraId="26B35537" w14:textId="603DA56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B8B5822" w:rsidR="003C15C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5B8B5822" w:rsidR="20FBFB2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5B8B5822" w:rsidR="00FC3FA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B8B5822" w:rsidR="00742E87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5B8B5822" w14:paraId="41ECB9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3EFF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3FDAA4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do wyboru</w:t>
            </w:r>
          </w:p>
        </w:tc>
      </w:tr>
      <w:tr w:rsidRPr="009C54AE" w:rsidR="00923D7D" w:rsidTr="5B8B5822" w14:paraId="11CCD18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19420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84750" w14:paraId="1A9CF0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F232E9" w:rsidTr="5B8B5822" w14:paraId="349066E6" w14:textId="77777777">
        <w:tc>
          <w:tcPr>
            <w:tcW w:w="2694" w:type="dxa"/>
            <w:tcMar/>
            <w:vAlign w:val="center"/>
          </w:tcPr>
          <w:p w:rsidRPr="009C54AE" w:rsidR="00F232E9" w:rsidP="00F232E9" w:rsidRDefault="00F232E9" w14:paraId="798F62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232E9" w:rsidP="00F232E9" w:rsidRDefault="00F232E9" w14:paraId="0CB5C698" w14:textId="212D9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F232E9" w:rsidTr="5B8B5822" w14:paraId="0258D237" w14:textId="77777777">
        <w:tc>
          <w:tcPr>
            <w:tcW w:w="2694" w:type="dxa"/>
            <w:tcMar/>
            <w:vAlign w:val="center"/>
          </w:tcPr>
          <w:p w:rsidRPr="009C54AE" w:rsidR="00F232E9" w:rsidP="00F232E9" w:rsidRDefault="00F232E9" w14:paraId="22C849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232E9" w:rsidP="00F232E9" w:rsidRDefault="00F232E9" w14:paraId="78B63D41" w14:textId="17E612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Pr="009C54AE" w:rsidR="00923D7D" w:rsidP="00D5190F" w:rsidRDefault="0085747A" w14:paraId="2485352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555540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585F4E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45"/>
        <w:gridCol w:w="717"/>
        <w:gridCol w:w="827"/>
        <w:gridCol w:w="780"/>
        <w:gridCol w:w="957"/>
        <w:gridCol w:w="1206"/>
        <w:gridCol w:w="1545"/>
      </w:tblGrid>
      <w:tr w:rsidRPr="009C54AE" w:rsidR="00015B8F" w:rsidTr="5B8B5822" w14:paraId="1CBA78B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F11F4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ED03D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DA26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011F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34A7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13E9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EE1C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BF1C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AB51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64CF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74ED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B8B5822" w14:paraId="7BEDEA4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C15C5" w14:paraId="38B6AB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DA3F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C2C401" w14:textId="14CA47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E0D56" w14:paraId="5FE61E2C" w14:textId="64C149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B8B5822" w:rsidR="2DD588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2066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0C51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BACC5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0E82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DB7A2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48E7B3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141909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B53DE5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84750" w14:paraId="5B86B84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3C15C5" w14:paraId="5A59616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1FB6B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550B84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84750" w:rsidP="009C54AE" w:rsidRDefault="00984750" w14:paraId="54BB2C7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Pr="005A2B78" w:rsidR="00984750" w:rsidP="5B8B5822" w:rsidRDefault="00984750" w14:paraId="2BA526BF" w14:textId="1635211A">
      <w:pPr>
        <w:pStyle w:val="Punktygwne"/>
        <w:spacing w:before="0" w:after="0"/>
        <w:ind w:firstLine="709"/>
        <w:rPr>
          <w:rFonts w:ascii="Corbel" w:hAnsi="Corbel"/>
          <w:b w:val="0"/>
          <w:bCs w:val="0"/>
        </w:rPr>
      </w:pPr>
      <w:r w:rsidRPr="5B8B5822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>zaliczenie z oceną</w:t>
      </w:r>
      <w:r w:rsidRPr="5B8B5822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 xml:space="preserve">   </w:t>
      </w:r>
    </w:p>
    <w:p w:rsidR="00E960BB" w:rsidP="009C54AE" w:rsidRDefault="00E960BB" w14:paraId="79CC47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CE3AD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5190F" w:rsidP="009C54AE" w:rsidRDefault="00D5190F" w14:paraId="35745CF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1CFB50D" w14:textId="77777777">
        <w:tc>
          <w:tcPr>
            <w:tcW w:w="9670" w:type="dxa"/>
          </w:tcPr>
          <w:p w:rsidRPr="007303BF" w:rsidR="00984750" w:rsidP="00984750" w:rsidRDefault="00984750" w14:paraId="4C1E609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:rsidRPr="007303BF" w:rsidR="00984750" w:rsidP="00984750" w:rsidRDefault="00984750" w14:paraId="446D69C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00984750" w:rsidRDefault="00984750" w14:paraId="34801C7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</w:t>
            </w:r>
            <w:r w:rsidR="00A847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wego</w:t>
            </w: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8618EB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1ABBD0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480374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5D632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55A6FC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984750" w:rsidTr="00844D2E" w14:paraId="1757C2F5" w14:textId="77777777">
        <w:tc>
          <w:tcPr>
            <w:tcW w:w="851" w:type="dxa"/>
            <w:vAlign w:val="center"/>
          </w:tcPr>
          <w:p w:rsidRPr="00A30834" w:rsidR="00984750" w:rsidP="00844D2E" w:rsidRDefault="00984750" w14:paraId="497FAEE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473D" w:rsidP="00A8473D" w:rsidRDefault="00A8473D" w14:paraId="42661D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problematyką prawa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karnego wojskowego</w:t>
            </w: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strukturą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przestępstw oraz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przebiegiem postępowania w sprawach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karnych wojskowych </w:t>
            </w:r>
          </w:p>
          <w:p w:rsidRPr="007303BF" w:rsidR="00984750" w:rsidP="00A8473D" w:rsidRDefault="00A8473D" w14:paraId="628B5C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z praktycznym zastosowaniem przepisów ustawy Kodeks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karny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Kodeks postępowania karnego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  <w:tr w:rsidRPr="009C54AE" w:rsidR="00984750" w:rsidTr="00844D2E" w14:paraId="19587CED" w14:textId="77777777">
        <w:tc>
          <w:tcPr>
            <w:tcW w:w="851" w:type="dxa"/>
            <w:vAlign w:val="center"/>
          </w:tcPr>
          <w:p w:rsidRPr="00A30834" w:rsidR="00984750" w:rsidP="00844D2E" w:rsidRDefault="00A8473D" w14:paraId="1CDEEF1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A8473D" w14:paraId="2F8841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Stworzenie podstaw do samodzielnej analizy i rozwiązania kazusów, samodzielnej analizy tekstu prawnego i jego interpretacji.</w:t>
            </w:r>
          </w:p>
        </w:tc>
      </w:tr>
    </w:tbl>
    <w:p w:rsidRPr="009C54AE" w:rsidR="0085747A" w:rsidP="009C54AE" w:rsidRDefault="0085747A" w14:paraId="72BD46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251CA8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D2EBA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5B8B5822" w14:paraId="19B22F9E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14A7BE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023335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019705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35D62" w:rsidTr="5B8B5822" w14:paraId="69A96DCB" w14:textId="77777777">
        <w:tc>
          <w:tcPr>
            <w:tcW w:w="1701" w:type="dxa"/>
            <w:tcMar/>
          </w:tcPr>
          <w:p w:rsidRPr="009C54AE" w:rsidR="00335D62" w:rsidP="00335D62" w:rsidRDefault="00335D62" w14:paraId="63D97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7303BF" w:rsidR="00335D62" w:rsidP="5B8B5822" w:rsidRDefault="00A760FD" w14:paraId="2952E425" w14:textId="7C63AC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terminologię właściwą dla prawa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>karnego wojskowego</w:t>
            </w: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; wymienia źródła tego prawa, wskazuje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>na jego przedmiot, cele i funkcje</w:t>
            </w: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6C0728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335D62" w:rsidTr="5B8B5822" w14:paraId="122AF207" w14:textId="77777777">
        <w:tc>
          <w:tcPr>
            <w:tcW w:w="1701" w:type="dxa"/>
            <w:tcMar/>
          </w:tcPr>
          <w:p w:rsidRPr="009C54AE" w:rsidR="00335D62" w:rsidP="00335D62" w:rsidRDefault="00335D62" w14:paraId="23E607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7303BF" w:rsidR="00335D62" w:rsidP="5B8B5822" w:rsidRDefault="00335D62" w14:paraId="4AA92C54" w14:textId="44C40BFE">
            <w:pPr>
              <w:pStyle w:val="Punktygwne"/>
              <w:spacing w:before="0" w:after="0"/>
              <w:rPr>
                <w:rFonts w:ascii="Corbel" w:hAnsi="Corbel" w:cs="Tahoma"/>
                <w:b w:val="0"/>
                <w:bCs w:val="0"/>
                <w:color w:val="000000"/>
              </w:rPr>
            </w:pP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pogłębioną </w:t>
            </w: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wiedzę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>z zakresu prawa karnego wojskowego.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57166B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303BF" w:rsidR="002E66A3" w:rsidTr="5B8B5822" w14:paraId="618C7C3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2E66A3" w:rsidP="00B02F14" w:rsidRDefault="002E66A3" w14:paraId="1493AC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5B8B5822" w:rsidRDefault="002E66A3" w14:paraId="004A4F5B" w14:textId="55B2AE3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8B5822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interpretuje </w:t>
            </w:r>
            <w:r w:rsidRPr="5B8B5822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przepisy normujące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prawo karne wojskowe </w:t>
            </w:r>
            <w:r w:rsidRPr="5B8B5822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analizuje zmiany w tym zakresie w ustawodawstwie karnoprocesowym.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00B02F14" w:rsidRDefault="002E66A3" w14:paraId="3DD2F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335D62" w:rsidTr="5B8B5822" w14:paraId="46366F49" w14:textId="77777777">
        <w:tc>
          <w:tcPr>
            <w:tcW w:w="1701" w:type="dxa"/>
            <w:tcMar/>
          </w:tcPr>
          <w:p w:rsidRPr="009C54AE" w:rsidR="00335D62" w:rsidP="00335D62" w:rsidRDefault="00335D62" w14:paraId="658519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7303BF" w:rsidR="00335D62" w:rsidP="5B8B5822" w:rsidRDefault="00335D62" w14:paraId="3E424BCF" w14:textId="4ED91B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sprawnie posługuje się normami, regułami oraz instytucjami prawnymi obowiązującymi w zakresie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prawa karnego wojskowego </w:t>
            </w:r>
            <w:r w:rsidRPr="5B8B5822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posiada rozszerzone umiejętności rozwiązywania konkretnych problemów prawnych na gruncie karnoprocesowym.</w:t>
            </w:r>
          </w:p>
        </w:tc>
        <w:tc>
          <w:tcPr>
            <w:tcW w:w="1873" w:type="dxa"/>
            <w:tcMar/>
          </w:tcPr>
          <w:p w:rsidRPr="007303BF" w:rsidR="00335D62" w:rsidP="00335D62" w:rsidRDefault="00AB12BA" w14:paraId="106322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DA3173" w:rsidTr="5B8B5822" w14:paraId="50BE507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315829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47A6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DA3173" w:rsidP="5B8B5822" w:rsidRDefault="00DA3173" w14:paraId="1E4E0E5F" w14:textId="21E1C5C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B8B5822" w:rsidR="1BF639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jest </w:t>
            </w:r>
            <w:r w:rsidRPr="5B8B5822" w:rsidR="18A450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zorientowany jak funkcjonuje wymiar sprawiedliwości , jest </w:t>
            </w:r>
            <w:r w:rsidRPr="5B8B5822" w:rsidR="1BF639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otwarty na nowe rozwiązania i argumenty dotyczące zagadnień z zakresu </w:t>
            </w:r>
            <w:r w:rsidRPr="5B8B5822" w:rsidR="276EF1D2">
              <w:rPr>
                <w:rFonts w:ascii="Corbel" w:hAnsi="Corbel"/>
                <w:b w:val="0"/>
                <w:bCs w:val="0"/>
                <w:caps w:val="0"/>
                <w:smallCaps w:val="0"/>
              </w:rPr>
              <w:t>prawa karnego wojskowego</w:t>
            </w:r>
            <w:r w:rsidRPr="5B8B5822" w:rsidR="1BF639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ma</w:t>
            </w:r>
            <w:r w:rsidRPr="5B8B5822" w:rsidR="18A450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zdolność do pogłębiania wiedzy </w:t>
            </w:r>
            <w:r w:rsidRPr="5B8B5822" w:rsidR="1BF63938">
              <w:rPr>
                <w:rFonts w:ascii="Corbel" w:hAnsi="Corbel"/>
                <w:b w:val="0"/>
                <w:bCs w:val="0"/>
                <w:caps w:val="0"/>
                <w:smallCaps w:val="0"/>
              </w:rPr>
              <w:t>i nadążania za zmianami wprowadzanymi do ustawy</w:t>
            </w:r>
            <w:r w:rsidRPr="5B8B5822" w:rsidR="18A4503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3C15C5" w14:paraId="338A03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DA3173" w:rsidTr="5B8B5822" w14:paraId="4383750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3021A0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47A6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DA3173" w:rsidP="00A760FD" w:rsidRDefault="003C15C5" w14:paraId="15229B76" w14:textId="77777777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jc w:val="both"/>
              <w:rPr>
                <w:sz w:val="24"/>
                <w:szCs w:val="24"/>
              </w:rPr>
            </w:pPr>
            <w:r w:rsidRPr="00A760FD" w:rsidR="276EF1D2">
              <w:rPr>
                <w:sz w:val="24"/>
                <w:szCs w:val="24"/>
              </w:rPr>
              <w:t xml:space="preserve">identyfikuje i </w:t>
            </w:r>
            <w:r w:rsidRPr="00A760FD" w:rsidR="276EF1D2">
              <w:rPr>
                <w:spacing w:val="-1"/>
                <w:sz w:val="24"/>
                <w:szCs w:val="24"/>
              </w:rPr>
              <w:t>rozwiązuje dylematy moralne i etyczne związane ze stosowaniem prawa.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DA3173" w14:paraId="6BB2C0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Pr="009C54AE" w:rsidR="0085747A" w:rsidP="009C54AE" w:rsidRDefault="0085747A" w14:paraId="252DA95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3C57A7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2E66A3" w:rsidP="002E66A3" w:rsidRDefault="002E66A3" w14:paraId="29F8129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75843" w:rsidP="009C54AE" w:rsidRDefault="00675843" w14:paraId="2CEE82F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35D62" w:rsidTr="00923D7D" w14:paraId="2672A067" w14:textId="77777777">
        <w:tc>
          <w:tcPr>
            <w:tcW w:w="9639" w:type="dxa"/>
          </w:tcPr>
          <w:p w:rsidRPr="00335D62" w:rsidR="00335D62" w:rsidP="00335D62" w:rsidRDefault="00335D62" w14:paraId="5522786C" w14:textId="77777777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9C54AE" w:rsidR="00335D62" w:rsidTr="00923D7D" w14:paraId="527352C6" w14:textId="77777777">
        <w:tc>
          <w:tcPr>
            <w:tcW w:w="9639" w:type="dxa"/>
          </w:tcPr>
          <w:p w:rsidRPr="007303BF" w:rsidR="00335D62" w:rsidP="00166E4A" w:rsidRDefault="00335D62" w14:paraId="168048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1.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>Prawo karne wojskowe, jako szczególna dziedzina prawa karnego. Podmiot i przedmiot przestępstwa wojskowego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– 1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>,5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h.</w:t>
            </w:r>
          </w:p>
        </w:tc>
      </w:tr>
      <w:tr w:rsidRPr="009C54AE" w:rsidR="00335D62" w:rsidTr="00923D7D" w14:paraId="5AF0E1E3" w14:textId="77777777">
        <w:tc>
          <w:tcPr>
            <w:tcW w:w="9639" w:type="dxa"/>
          </w:tcPr>
          <w:p w:rsidRPr="007303BF" w:rsidR="00335D62" w:rsidP="00166E4A" w:rsidRDefault="00335D62" w14:paraId="2D3B672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2.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 xml:space="preserve">Przepisy ogólne dotyczące żołnierzy. Kontratypy. Kary i środki karne stosowane wobec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>żołnierzy. Stosowani kar dyscyplinarnych.  Środki związane z poddaniem żołnierza próbie. Zatarcie skazania</w:t>
            </w:r>
            <w:r w:rsidR="00D15A2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 – 6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h.</w:t>
            </w:r>
          </w:p>
        </w:tc>
      </w:tr>
      <w:tr w:rsidRPr="009C54AE" w:rsidR="00335D62" w:rsidTr="00923D7D" w14:paraId="0F0871B7" w14:textId="77777777">
        <w:tc>
          <w:tcPr>
            <w:tcW w:w="9639" w:type="dxa"/>
          </w:tcPr>
          <w:p w:rsidRPr="007303BF" w:rsidR="00335D62" w:rsidP="00D15A29" w:rsidRDefault="00335D62" w14:paraId="6616AD6F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lastRenderedPageBreak/>
              <w:t xml:space="preserve">3. </w:t>
            </w:r>
            <w:r w:rsidR="00D15A29">
              <w:rPr>
                <w:rFonts w:ascii="Corbel" w:hAnsi="Corbel" w:cs="Tahoma"/>
                <w:color w:val="000000"/>
              </w:rPr>
              <w:t>Przestępstwa określone w Rozdziałach XXXIX-XLIV Kodeksu karnego</w:t>
            </w:r>
            <w:r w:rsidRPr="007303BF">
              <w:rPr>
                <w:rFonts w:ascii="Corbel" w:hAnsi="Corbel" w:cs="Tahoma"/>
                <w:color w:val="000000"/>
              </w:rPr>
              <w:t xml:space="preserve">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Pr="00335D62" w:rsidR="002E66A3" w:rsidTr="00B02F14" w14:paraId="4561053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35D62" w:rsidR="002E66A3" w:rsidP="00D15A29" w:rsidRDefault="002E66A3" w14:paraId="51FF2CA8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Sądownictwo wojskowe. Prokuratorzy do spraw wojskowych</w:t>
            </w:r>
            <w:r>
              <w:rPr>
                <w:rStyle w:val="alb-s"/>
                <w:rFonts w:ascii="Corbel" w:hAnsi="Corbel"/>
              </w:rPr>
              <w:t xml:space="preserve"> – 2</w:t>
            </w:r>
            <w:r w:rsidRPr="00335D62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Pr="007303BF" w:rsidR="00335D62" w:rsidTr="00335D62" w14:paraId="4806439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2E66A3" w:rsidP="00F57825" w:rsidRDefault="002E66A3" w14:paraId="361112AD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Pr="00335D62" w:rsid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Postępowanie karna w sprawach podlegających orzecznictwo sądów wojskowych. Środki przymusu i postępowanie przygotowawcze. Postępowanie przed sądem. – 3</w:t>
            </w:r>
            <w:r w:rsidRPr="00335D62" w:rsidR="00335D62">
              <w:rPr>
                <w:rFonts w:ascii="Corbel" w:hAnsi="Corbel" w:cs="Tahoma"/>
                <w:color w:val="000000"/>
              </w:rPr>
              <w:t>,5 h.</w:t>
            </w:r>
          </w:p>
        </w:tc>
      </w:tr>
    </w:tbl>
    <w:p w:rsidRPr="009C54AE" w:rsidR="0085747A" w:rsidP="009C54AE" w:rsidRDefault="0085747A" w14:paraId="335B38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4D89743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D3B7B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3C6EC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6639C" w:rsidR="00335D62" w:rsidP="5B8B5822" w:rsidRDefault="00335D62" w14:paraId="416B736B" w14:textId="57FFE6F1">
      <w:pPr>
        <w:spacing w:after="0" w:line="240" w:lineRule="auto"/>
        <w:contextualSpacing/>
        <w:jc w:val="both"/>
        <w:rPr>
          <w:rFonts w:ascii="Corbel" w:hAnsi="Corbel" w:eastAsia="Cambria"/>
          <w:b w:val="1"/>
          <w:bCs w:val="1"/>
          <w:sz w:val="24"/>
          <w:szCs w:val="24"/>
        </w:rPr>
      </w:pPr>
      <w:r w:rsidRPr="5B8B5822" w:rsidR="00335D62">
        <w:rPr>
          <w:rFonts w:ascii="Corbel" w:hAnsi="Corbel" w:eastAsia="Cambria"/>
          <w:b w:val="1"/>
          <w:bCs w:val="1"/>
          <w:sz w:val="24"/>
          <w:szCs w:val="24"/>
        </w:rPr>
        <w:t xml:space="preserve">Metody stosowane na </w:t>
      </w:r>
      <w:r w:rsidRPr="5B8B5822" w:rsidR="0C178344">
        <w:rPr>
          <w:rFonts w:ascii="Corbel" w:hAnsi="Corbel" w:eastAsia="Cambria"/>
          <w:b w:val="1"/>
          <w:bCs w:val="1"/>
          <w:sz w:val="24"/>
          <w:szCs w:val="24"/>
        </w:rPr>
        <w:t>zajęciach</w:t>
      </w:r>
      <w:r w:rsidRPr="5B8B5822" w:rsidR="00335D62">
        <w:rPr>
          <w:rFonts w:ascii="Corbel" w:hAnsi="Corbel" w:eastAsia="Cambria"/>
          <w:b w:val="1"/>
          <w:bCs w:val="1"/>
          <w:sz w:val="24"/>
          <w:szCs w:val="24"/>
        </w:rPr>
        <w:t xml:space="preserve">: </w:t>
      </w:r>
      <w:r w:rsidRPr="5B8B5822" w:rsidR="00335D62">
        <w:rPr>
          <w:rFonts w:ascii="Corbel" w:hAnsi="Corbel" w:eastAsia="Cambria"/>
          <w:sz w:val="24"/>
          <w:szCs w:val="24"/>
        </w:rPr>
        <w:t>analiza i interpretacja tekstów źródłowych, praca w grupach nad analizą przy</w:t>
      </w:r>
      <w:r w:rsidRPr="5B8B5822" w:rsidR="002E66A3">
        <w:rPr>
          <w:rFonts w:ascii="Corbel" w:hAnsi="Corbel" w:eastAsia="Cambria"/>
          <w:sz w:val="24"/>
          <w:szCs w:val="24"/>
        </w:rPr>
        <w:t>padków, dyskusja</w:t>
      </w:r>
    </w:p>
    <w:p w:rsidR="00E960BB" w:rsidP="009C54AE" w:rsidRDefault="00E960BB" w14:paraId="52379A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4036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C6EAE5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D22043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D085A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5B8B5822" w14:paraId="1F1C2A47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34883D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5B8B5822" w:rsidRDefault="00A84C85" w14:paraId="69BC9C97" w14:textId="0E0E05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8B5822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5B8B5822" w:rsidR="486B0F3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03D031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650739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13DE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35D62" w:rsidTr="5B8B5822" w14:paraId="79C58D02" w14:textId="77777777">
        <w:tc>
          <w:tcPr>
            <w:tcW w:w="1985" w:type="dxa"/>
            <w:tcMar/>
          </w:tcPr>
          <w:p w:rsidRPr="00D32D3A" w:rsidR="00335D62" w:rsidP="00335D62" w:rsidRDefault="00335D62" w14:paraId="168EA9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2D3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2D3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79FC22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00335D62" w:rsidRDefault="00335D62" w14:paraId="58BD85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9C54AE" w:rsidR="00335D62" w:rsidTr="5B8B5822" w14:paraId="140B1623" w14:textId="77777777">
        <w:tc>
          <w:tcPr>
            <w:tcW w:w="1985" w:type="dxa"/>
            <w:tcMar/>
          </w:tcPr>
          <w:p w:rsidRPr="00D32D3A" w:rsidR="00335D62" w:rsidP="00335D62" w:rsidRDefault="00335D62" w14:paraId="2ABF6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0CCA57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00335D62" w:rsidRDefault="00DA3173" w14:paraId="499C80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D32D3A" w:rsidR="00DA3173" w:rsidTr="5B8B5822" w14:paraId="7DB6068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85CF0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09138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00844D2E" w:rsidRDefault="00DA3173" w14:paraId="0E2A09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D32D3A" w:rsidR="00DA3173" w:rsidTr="5B8B5822" w14:paraId="368A976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4B256F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63D7C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00844D2E" w:rsidRDefault="00DA3173" w14:paraId="2FDC6E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D32D3A" w:rsidR="00DA3173" w:rsidTr="5B8B5822" w14:paraId="4BBE13E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DDF25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4A9E7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00844D2E" w:rsidRDefault="00DA3173" w14:paraId="352AF3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D32D3A" w:rsidR="00DA3173" w:rsidTr="5B8B5822" w14:paraId="7160C0F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560D5E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59FDA3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00844D2E" w:rsidRDefault="00DA3173" w14:paraId="72819C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Pr="009C54AE" w:rsidR="00C44F7C" w:rsidP="009C54AE" w:rsidRDefault="00C44F7C" w14:paraId="27D6BC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3F881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F7BE3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B8B5822" w14:paraId="1332BD3D" w14:textId="77777777">
        <w:tc>
          <w:tcPr>
            <w:tcW w:w="9670" w:type="dxa"/>
            <w:tcMar/>
          </w:tcPr>
          <w:p w:rsidR="002E66A3" w:rsidP="5B8B5822" w:rsidRDefault="00DA3173" w14:paraId="6ED2C703" w14:textId="4EC46493">
            <w:pPr>
              <w:shd w:val="clear" w:color="auto" w:fill="FFFFFF" w:themeFill="background1"/>
              <w:spacing w:after="0" w:line="240" w:lineRule="auto"/>
              <w:ind w:left="5"/>
              <w:rPr>
                <w:rFonts w:ascii="Corbel" w:hAnsi="Corbel"/>
                <w:b w:val="1"/>
                <w:bCs w:val="1"/>
                <w:sz w:val="24"/>
                <w:szCs w:val="24"/>
                <w:lang w:eastAsia="pl-PL"/>
              </w:rPr>
            </w:pPr>
            <w:r w:rsidRPr="5B8B5822" w:rsidR="1BF63938">
              <w:rPr>
                <w:rFonts w:ascii="Corbel" w:hAnsi="Corbel"/>
              </w:rPr>
              <w:t xml:space="preserve">Kryteria </w:t>
            </w:r>
            <w:r w:rsidRPr="5B8B5822" w:rsidR="1BF63938">
              <w:rPr>
                <w:rFonts w:ascii="Corbel" w:hAnsi="Corbel"/>
              </w:rPr>
              <w:t>uzyskania zaliczenia:</w:t>
            </w:r>
            <w:r w:rsidRPr="5B8B5822" w:rsidR="1BF63938">
              <w:rPr>
                <w:rFonts w:ascii="Corbel" w:hAnsi="Corbel"/>
              </w:rPr>
              <w:t xml:space="preserve"> pra</w:t>
            </w:r>
            <w:r w:rsidRPr="5B8B5822" w:rsidR="1BF63938">
              <w:rPr>
                <w:rFonts w:ascii="Corbel" w:hAnsi="Corbel"/>
              </w:rPr>
              <w:t>ca kontrolna</w:t>
            </w:r>
            <w:r w:rsidRPr="5B8B5822" w:rsidR="1BF63938">
              <w:rPr>
                <w:rFonts w:ascii="Corbel" w:hAnsi="Corbel"/>
              </w:rPr>
              <w:t xml:space="preserve"> </w:t>
            </w:r>
            <w:r w:rsidRPr="5B8B5822" w:rsidR="1BF63938">
              <w:rPr>
                <w:rFonts w:ascii="Corbel" w:hAnsi="Corbel"/>
              </w:rPr>
              <w:t>pisemna</w:t>
            </w:r>
            <w:r w:rsidRPr="5B8B5822" w:rsidR="1BF63938">
              <w:rPr>
                <w:rFonts w:ascii="Corbel" w:hAnsi="Corbel"/>
              </w:rPr>
              <w:t xml:space="preserve"> </w:t>
            </w:r>
            <w:r w:rsidRPr="5B8B5822" w:rsidR="1BF63938">
              <w:rPr>
                <w:rFonts w:ascii="Corbel" w:hAnsi="Corbel"/>
              </w:rPr>
              <w:t>(</w:t>
            </w:r>
            <w:r w:rsidRPr="5B8B5822" w:rsidR="1BF63938">
              <w:rPr>
                <w:rFonts w:ascii="Corbel" w:hAnsi="Corbel"/>
              </w:rPr>
              <w:t>pytan</w:t>
            </w:r>
            <w:r w:rsidRPr="5B8B5822" w:rsidR="1BF63938">
              <w:rPr>
                <w:rFonts w:ascii="Corbel" w:hAnsi="Corbel"/>
              </w:rPr>
              <w:t>ia otwarte</w:t>
            </w:r>
            <w:r w:rsidRPr="5B8B5822" w:rsidR="002E66A3">
              <w:rPr>
                <w:rFonts w:ascii="Corbel" w:hAnsi="Corbel"/>
                <w:b w:val="1"/>
                <w:bCs w:val="1"/>
                <w:smallCaps w:val="1"/>
              </w:rPr>
              <w:t>)</w:t>
            </w:r>
            <w:r w:rsidRPr="5B8B5822" w:rsidR="1BF63938">
              <w:rPr>
                <w:rFonts w:ascii="Corbel" w:hAnsi="Corbel"/>
              </w:rPr>
              <w:t>.</w:t>
            </w:r>
            <w:r w:rsidRPr="5B8B5822" w:rsidR="1BF63938">
              <w:rPr>
                <w:rFonts w:ascii="Corbel" w:hAnsi="Corbel"/>
              </w:rPr>
              <w:t xml:space="preserve"> </w:t>
            </w:r>
            <w:r w:rsidRPr="5B8B5822" w:rsidR="002E66A3">
              <w:rPr>
                <w:rFonts w:ascii="Corbel" w:hAnsi="Corbel"/>
                <w:sz w:val="24"/>
                <w:szCs w:val="24"/>
                <w:lang w:eastAsia="pl-PL"/>
              </w:rPr>
              <w:t xml:space="preserve">Warunkiem otrzymania oceny pozytywnej na egzaminie jest uzyskanie co najmniej 50,5% pozytywnych odpowiedzi. </w:t>
            </w:r>
          </w:p>
          <w:p w:rsidR="002E66A3" w:rsidP="002E66A3" w:rsidRDefault="002E66A3" w14:paraId="2729BC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2E66A3" w:rsidRDefault="00DA3173" w14:paraId="072E38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wyjątkowych wypadkach możliwe jest zaliczenie ustne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:rsidR="0085747A" w:rsidP="009C54AE" w:rsidRDefault="0085747A" w14:paraId="1C9289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C378BC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9FAA2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5B8B5822" w14:paraId="14A7B646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F389B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199F70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B8B5822" w14:paraId="7D16949D" w14:textId="77777777">
        <w:tc>
          <w:tcPr>
            <w:tcW w:w="4962" w:type="dxa"/>
            <w:tcMar/>
          </w:tcPr>
          <w:p w:rsidRPr="009C54AE" w:rsidR="0085747A" w:rsidP="009C54AE" w:rsidRDefault="00C61DC5" w14:paraId="01085E45" w14:textId="6C21BC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8B5822" w:rsidR="00C61DC5">
              <w:rPr>
                <w:rFonts w:ascii="Corbel" w:hAnsi="Corbel"/>
                <w:sz w:val="24"/>
                <w:szCs w:val="24"/>
              </w:rPr>
              <w:t>G</w:t>
            </w:r>
            <w:r w:rsidRPr="5B8B582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B8B5822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5B8B582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B8B5822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5B8B5822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5B8B5822" w:rsidR="4772E80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B8B5822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DA3173" w:rsidRDefault="00DA3173" w14:paraId="39153171" w14:textId="47CEF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8B5822" w:rsidR="1BF63938">
              <w:rPr>
                <w:rFonts w:ascii="Corbel" w:hAnsi="Corbel" w:eastAsia="Times New Roman"/>
                <w:sz w:val="24"/>
                <w:szCs w:val="24"/>
                <w:lang w:eastAsia="pl-PL"/>
              </w:rPr>
              <w:t>Ćwiczenia: 15</w:t>
            </w:r>
          </w:p>
        </w:tc>
      </w:tr>
      <w:tr w:rsidRPr="009C54AE" w:rsidR="00C61DC5" w:rsidTr="5B8B5822" w14:paraId="343F0F89" w14:textId="77777777">
        <w:tc>
          <w:tcPr>
            <w:tcW w:w="4962" w:type="dxa"/>
            <w:tcMar/>
          </w:tcPr>
          <w:p w:rsidRPr="009C54AE" w:rsidR="00C61DC5" w:rsidP="009C54AE" w:rsidRDefault="00C61DC5" w14:paraId="66504B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16055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E66A3" w:rsidP="002E66A3" w:rsidRDefault="002E66A3" w14:paraId="57ADFE9E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Udział w konsultacjach 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w związku</w:t>
            </w:r>
            <w:r w:rsidR="00267BC4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 ćwiczeniami audytoryjnymi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9C54AE" w:rsidR="00C61DC5" w:rsidP="002E66A3" w:rsidRDefault="002E66A3" w14:paraId="490DDF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C61DC5" w:rsidTr="5B8B5822" w14:paraId="7951EE34" w14:textId="77777777">
        <w:tc>
          <w:tcPr>
            <w:tcW w:w="4962" w:type="dxa"/>
            <w:tcMar/>
          </w:tcPr>
          <w:p w:rsidRPr="009C54AE" w:rsidR="0071620A" w:rsidP="009C54AE" w:rsidRDefault="00C61DC5" w14:paraId="7243D4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F34B6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DA3173" w:rsidP="00DA3173" w:rsidRDefault="00F57825" w14:paraId="1457FF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25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2E66A3" w:rsidP="00DA3173" w:rsidRDefault="002E66A3" w14:paraId="0F02C1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F57825">
              <w:rPr>
                <w:rFonts w:ascii="Corbel" w:hAnsi="Corbel"/>
                <w:sz w:val="24"/>
                <w:szCs w:val="24"/>
              </w:rPr>
              <w:t>40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C61DC5" w:rsidP="00DA3173" w:rsidRDefault="00C61DC5" w14:paraId="77C91C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5B8B5822" w14:paraId="690BE385" w14:textId="77777777">
        <w:tc>
          <w:tcPr>
            <w:tcW w:w="4962" w:type="dxa"/>
            <w:tcMar/>
          </w:tcPr>
          <w:p w:rsidRPr="009C54AE" w:rsidR="0085747A" w:rsidP="009C54AE" w:rsidRDefault="0085747A" w14:paraId="572C39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F57825" w14:paraId="56AA9466" w14:textId="17BC9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8B5822" w:rsidR="444970D3">
              <w:rPr>
                <w:rFonts w:ascii="Corbel" w:hAnsi="Corbel"/>
                <w:sz w:val="24"/>
                <w:szCs w:val="24"/>
              </w:rPr>
              <w:t>8</w:t>
            </w:r>
            <w:r w:rsidRPr="5B8B5822" w:rsidR="456B2D0E">
              <w:rPr>
                <w:rFonts w:ascii="Corbel" w:hAnsi="Corbel"/>
                <w:sz w:val="24"/>
                <w:szCs w:val="24"/>
              </w:rPr>
              <w:t>6</w:t>
            </w:r>
            <w:r w:rsidRPr="5B8B5822" w:rsidR="1BF6393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5B8B5822" w14:paraId="26208CF3" w14:textId="77777777">
        <w:tc>
          <w:tcPr>
            <w:tcW w:w="4962" w:type="dxa"/>
            <w:tcMar/>
          </w:tcPr>
          <w:p w:rsidRPr="009C54AE" w:rsidR="0085747A" w:rsidP="009C54AE" w:rsidRDefault="0085747A" w14:paraId="08245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DA3173" w14:paraId="751E4A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9CC172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5A000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5B8B5822" w:rsidRDefault="0071620A" w14:paraId="5630478C" w14:textId="2C3B9A64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B8B5822" w:rsidR="0071620A">
        <w:rPr>
          <w:rFonts w:ascii="Corbel" w:hAnsi="Corbel"/>
          <w:caps w:val="0"/>
          <w:smallCaps w:val="0"/>
        </w:rPr>
        <w:t xml:space="preserve">6. </w:t>
      </w:r>
      <w:r w:rsidRPr="5B8B5822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1535B3D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0B678A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841A4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A3173" w14:paraId="19605C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Pr="009C54AE" w:rsidR="0085747A" w:rsidTr="0071620A" w14:paraId="409DFA4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33F03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A3173" w14:paraId="73668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:rsidRPr="009C54AE" w:rsidR="003E1941" w:rsidP="009C54AE" w:rsidRDefault="003E1941" w14:paraId="079738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F6173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89346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603E5FC7" w14:textId="77777777">
        <w:trPr>
          <w:trHeight w:val="397"/>
        </w:trPr>
        <w:tc>
          <w:tcPr>
            <w:tcW w:w="7513" w:type="dxa"/>
          </w:tcPr>
          <w:p w:rsidRPr="00DA3173" w:rsidR="0085747A" w:rsidP="009C54AE" w:rsidRDefault="0085747A" w14:paraId="750DDB4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57825" w:rsidP="00DA3173" w:rsidRDefault="00F57825" w14:paraId="2FA362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Ustawa z dnia 6 czerwca 1997 r. Kodeks karny.</w:t>
            </w:r>
          </w:p>
          <w:p w:rsidRPr="00F57825" w:rsidR="00DA3173" w:rsidP="00F57825" w:rsidRDefault="00F57825" w14:paraId="29FF26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Ustawa 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z dnia 6 czerwca 1997 r. Kodeks postępowania karnego.</w:t>
            </w:r>
            <w:r w:rsidRPr="00F57825" w:rsidR="00DA31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57825" w:rsidR="00F57825" w:rsidP="00F57825" w:rsidRDefault="00F57825" w14:paraId="3C831F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3. T. </w:t>
            </w:r>
            <w:proofErr w:type="spellStart"/>
            <w:r w:rsidRPr="00F57825">
              <w:rPr>
                <w:rFonts w:ascii="Corbel" w:hAnsi="Corbel"/>
                <w:b w:val="0"/>
                <w:smallCaps w:val="0"/>
                <w:szCs w:val="24"/>
              </w:rPr>
              <w:t>Dukiet</w:t>
            </w:r>
            <w:proofErr w:type="spellEnd"/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-Nagórska, O. Sitarz, </w:t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t>karne. Część ogólna, szczególna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="00747A65">
              <w:rPr>
                <w:rFonts w:ascii="Corbel" w:hAnsi="Corbel"/>
                <w:b w:val="0"/>
                <w:i/>
                <w:smallCaps w:val="0"/>
                <w:szCs w:val="24"/>
              </w:rPr>
              <w:t>i wojskowa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:rsidRPr="00F57825" w:rsidR="00DA3173" w:rsidP="00F57825" w:rsidRDefault="00F57825" w14:paraId="0D571146" w14:textId="77777777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 w:eastAsia="Times New Roman" w:cs="Helvetica"/>
                <w:bCs/>
                <w:color w:val="333333"/>
                <w:kern w:val="36"/>
                <w:sz w:val="24"/>
                <w:szCs w:val="24"/>
                <w:lang w:eastAsia="pl-PL"/>
              </w:rPr>
            </w:pPr>
            <w:r w:rsidRPr="00F57825">
              <w:rPr>
                <w:rFonts w:ascii="Corbel" w:hAnsi="Corbel" w:eastAsia="Times New Roman" w:cs="Helvetica"/>
                <w:bCs/>
                <w:kern w:val="36"/>
                <w:sz w:val="24"/>
                <w:szCs w:val="24"/>
                <w:lang w:eastAsia="pl-PL"/>
              </w:rPr>
              <w:t xml:space="preserve">4. M. Bojarski, </w:t>
            </w:r>
            <w:r w:rsidRPr="00F57825">
              <w:rPr>
                <w:rFonts w:ascii="Corbel" w:hAnsi="Corbel" w:eastAsia="Times New Roman" w:cs="Helvetica"/>
                <w:bCs/>
                <w:i/>
                <w:kern w:val="36"/>
                <w:sz w:val="24"/>
                <w:szCs w:val="24"/>
                <w:lang w:eastAsia="pl-PL"/>
              </w:rPr>
              <w:t>Szczególne dziedziny prawa karnego. Prawo karne wojskowe, skarbowe i pozakodeksowe. System Prawa Karnego. Tom 11</w:t>
            </w:r>
            <w:r w:rsidRPr="00F57825">
              <w:rPr>
                <w:rFonts w:ascii="Corbel" w:hAnsi="Corbel" w:eastAsia="Times New Roman" w:cs="Helvetica"/>
                <w:bCs/>
                <w:kern w:val="36"/>
                <w:sz w:val="24"/>
                <w:szCs w:val="24"/>
                <w:lang w:eastAsia="pl-PL"/>
              </w:rPr>
              <w:t>, Warszawa 2017.</w:t>
            </w:r>
          </w:p>
        </w:tc>
      </w:tr>
      <w:tr w:rsidRPr="009C54AE" w:rsidR="0085747A" w:rsidTr="0071620A" w14:paraId="096E2634" w14:textId="77777777">
        <w:trPr>
          <w:trHeight w:val="397"/>
        </w:trPr>
        <w:tc>
          <w:tcPr>
            <w:tcW w:w="7513" w:type="dxa"/>
          </w:tcPr>
          <w:p w:rsidRPr="00DA3173" w:rsidR="0085747A" w:rsidP="009C54AE" w:rsidRDefault="0085747A" w14:paraId="53ED3BB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DA3173" w:rsidR="00DA3173" w:rsidP="008E1429" w:rsidRDefault="008E1429" w14:paraId="4F18E7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Kodeks postępowania karnego. Komentarz. Tom I </w:t>
            </w:r>
            <w:proofErr w:type="spellStart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1BC59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1BBCD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CC577C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2F87" w:rsidP="00C16ABF" w:rsidRDefault="001E2F87" w14:paraId="53911E68" w14:textId="77777777">
      <w:pPr>
        <w:spacing w:after="0" w:line="240" w:lineRule="auto"/>
      </w:pPr>
      <w:r>
        <w:separator/>
      </w:r>
    </w:p>
  </w:endnote>
  <w:endnote w:type="continuationSeparator" w:id="0">
    <w:p w:rsidR="001E2F87" w:rsidP="00C16ABF" w:rsidRDefault="001E2F87" w14:paraId="4E93AB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2F87" w:rsidP="00C16ABF" w:rsidRDefault="001E2F87" w14:paraId="0A0EB9AD" w14:textId="77777777">
      <w:pPr>
        <w:spacing w:after="0" w:line="240" w:lineRule="auto"/>
      </w:pPr>
      <w:r>
        <w:separator/>
      </w:r>
    </w:p>
  </w:footnote>
  <w:footnote w:type="continuationSeparator" w:id="0">
    <w:p w:rsidR="001E2F87" w:rsidP="00C16ABF" w:rsidRDefault="001E2F87" w14:paraId="7D4536F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F1A4B9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66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4A"/>
    <w:rsid w:val="001718A7"/>
    <w:rsid w:val="001737CF"/>
    <w:rsid w:val="00176083"/>
    <w:rsid w:val="0018202D"/>
    <w:rsid w:val="00192F37"/>
    <w:rsid w:val="001A70D2"/>
    <w:rsid w:val="001D657B"/>
    <w:rsid w:val="001D7B54"/>
    <w:rsid w:val="001E0209"/>
    <w:rsid w:val="001E0D56"/>
    <w:rsid w:val="001E2F87"/>
    <w:rsid w:val="001F2CA2"/>
    <w:rsid w:val="00205CF7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219"/>
    <w:rsid w:val="004D5282"/>
    <w:rsid w:val="004D70DB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2E87"/>
    <w:rsid w:val="00745302"/>
    <w:rsid w:val="007461D6"/>
    <w:rsid w:val="00746EC8"/>
    <w:rsid w:val="00747A65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12"/>
    <w:rsid w:val="008D3DFB"/>
    <w:rsid w:val="008E1429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D7F1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0FD"/>
    <w:rsid w:val="00A8473D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4F7C"/>
    <w:rsid w:val="00C56036"/>
    <w:rsid w:val="00C61DC5"/>
    <w:rsid w:val="00C67E92"/>
    <w:rsid w:val="00C70A26"/>
    <w:rsid w:val="00C766DF"/>
    <w:rsid w:val="00C94B98"/>
    <w:rsid w:val="00CA2B96"/>
    <w:rsid w:val="00CA5089"/>
    <w:rsid w:val="00CB6B42"/>
    <w:rsid w:val="00CD6897"/>
    <w:rsid w:val="00CE5BAC"/>
    <w:rsid w:val="00CF25BE"/>
    <w:rsid w:val="00CF78ED"/>
    <w:rsid w:val="00D02B25"/>
    <w:rsid w:val="00D02EBA"/>
    <w:rsid w:val="00D15A29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065B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32E9"/>
    <w:rsid w:val="00F27A7B"/>
    <w:rsid w:val="00F526AF"/>
    <w:rsid w:val="00F57825"/>
    <w:rsid w:val="00F617C3"/>
    <w:rsid w:val="00F7066B"/>
    <w:rsid w:val="00F83B28"/>
    <w:rsid w:val="00FA0B2A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C178344"/>
    <w:rsid w:val="18A4503E"/>
    <w:rsid w:val="1BF63938"/>
    <w:rsid w:val="20FBFB27"/>
    <w:rsid w:val="2446974F"/>
    <w:rsid w:val="269262A4"/>
    <w:rsid w:val="276EF1D2"/>
    <w:rsid w:val="29CA0366"/>
    <w:rsid w:val="2DD58836"/>
    <w:rsid w:val="444970D3"/>
    <w:rsid w:val="456B2D0E"/>
    <w:rsid w:val="4772E800"/>
    <w:rsid w:val="486B0F35"/>
    <w:rsid w:val="5B8B5822"/>
    <w:rsid w:val="6613D703"/>
    <w:rsid w:val="7A40E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55ED"/>
  <w15:docId w15:val="{5759F8B9-4715-4BAF-AF2D-2BA4FFFA45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57825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35D6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lb-s" w:customStyle="1">
    <w:name w:val="a_lb-s"/>
    <w:basedOn w:val="Domylnaczcionkaakapitu"/>
    <w:rsid w:val="00335D62"/>
  </w:style>
  <w:style w:type="paragraph" w:styleId="TableParagraph" w:customStyle="1">
    <w:name w:val="Table Paragraph"/>
    <w:basedOn w:val="Normalny"/>
    <w:uiPriority w:val="1"/>
    <w:qFormat/>
    <w:rsid w:val="00A760FD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character" w:styleId="Nagwek1Znak" w:customStyle="1">
    <w:name w:val="Nagłówek 1 Znak"/>
    <w:basedOn w:val="Domylnaczcionkaakapitu"/>
    <w:link w:val="Nagwek1"/>
    <w:uiPriority w:val="9"/>
    <w:rsid w:val="00F5782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A7B7-A01D-4E52-8E69-6A0684C074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31</revision>
  <lastPrinted>2019-02-06T12:12:00.0000000Z</lastPrinted>
  <dcterms:created xsi:type="dcterms:W3CDTF">2019-03-06T14:29:00.0000000Z</dcterms:created>
  <dcterms:modified xsi:type="dcterms:W3CDTF">2022-01-21T11:55:03.3374481Z</dcterms:modified>
</coreProperties>
</file>